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57" w:rsidRPr="00DC0A24" w:rsidRDefault="00DD692A" w:rsidP="000B1771">
      <w:pPr>
        <w:jc w:val="center"/>
        <w:rPr>
          <w:b/>
        </w:rPr>
      </w:pPr>
      <w:bookmarkStart w:id="0" w:name="_GoBack"/>
      <w:bookmarkEnd w:id="0"/>
      <w:r w:rsidRPr="004C52A2">
        <w:rPr>
          <w:b/>
          <w:sz w:val="32"/>
        </w:rPr>
        <w:t>LICENCIAS ADULTAS</w:t>
      </w:r>
      <w:r w:rsidR="00E21B80" w:rsidRPr="004C52A2">
        <w:rPr>
          <w:b/>
          <w:sz w:val="32"/>
        </w:rPr>
        <w:t xml:space="preserve"> </w:t>
      </w:r>
      <w:r w:rsidR="004C52A2">
        <w:rPr>
          <w:b/>
        </w:rPr>
        <w:t xml:space="preserve"> </w:t>
      </w:r>
      <w:r w:rsidR="00E21B80" w:rsidRPr="00FB7442">
        <w:rPr>
          <w:b/>
          <w:sz w:val="32"/>
        </w:rPr>
        <w:t>20</w:t>
      </w:r>
      <w:r w:rsidR="00110E08">
        <w:rPr>
          <w:b/>
          <w:sz w:val="32"/>
        </w:rPr>
        <w:t>21</w:t>
      </w:r>
      <w:r w:rsidR="00997004" w:rsidRPr="00FB7442">
        <w:rPr>
          <w:b/>
          <w:sz w:val="32"/>
        </w:rPr>
        <w:t>-20</w:t>
      </w:r>
      <w:r w:rsidR="009647E2">
        <w:rPr>
          <w:b/>
          <w:sz w:val="32"/>
        </w:rPr>
        <w:t>2</w:t>
      </w:r>
      <w:r w:rsidR="00110E08">
        <w:rPr>
          <w:b/>
          <w:sz w:val="32"/>
        </w:rPr>
        <w:t>2</w:t>
      </w:r>
    </w:p>
    <w:p w:rsidR="00D909BB" w:rsidRPr="00DC0A24" w:rsidRDefault="000D6E58" w:rsidP="000D6E58">
      <w:pPr>
        <w:jc w:val="center"/>
        <w:rPr>
          <w:b/>
        </w:rPr>
      </w:pPr>
      <w:r w:rsidRPr="00DC0A24">
        <w:rPr>
          <w:b/>
        </w:rPr>
        <w:t>(Desde el 1 de Septiembre de 20</w:t>
      </w:r>
      <w:r w:rsidR="00110E08">
        <w:rPr>
          <w:b/>
        </w:rPr>
        <w:t>21</w:t>
      </w:r>
      <w:r w:rsidRPr="00DC0A24">
        <w:rPr>
          <w:b/>
        </w:rPr>
        <w:t xml:space="preserve"> al 31 de Agosto de 20</w:t>
      </w:r>
      <w:r w:rsidR="009647E2">
        <w:rPr>
          <w:b/>
        </w:rPr>
        <w:t>2</w:t>
      </w:r>
      <w:r w:rsidR="00110E08">
        <w:rPr>
          <w:b/>
        </w:rPr>
        <w:t>2</w:t>
      </w:r>
      <w:r w:rsidRPr="00DC0A24">
        <w:rPr>
          <w:b/>
        </w:rPr>
        <w:t>)</w:t>
      </w:r>
    </w:p>
    <w:p w:rsidR="000D6E58" w:rsidRPr="00DC0A24" w:rsidRDefault="000D6E58" w:rsidP="000D6E58">
      <w:pPr>
        <w:jc w:val="center"/>
        <w:rPr>
          <w:b/>
        </w:rPr>
      </w:pPr>
    </w:p>
    <w:p w:rsidR="00D909BB" w:rsidRPr="00DC0A24" w:rsidRDefault="00D909BB" w:rsidP="006176CC">
      <w:pPr>
        <w:tabs>
          <w:tab w:val="left" w:leader="underscore" w:pos="9214"/>
        </w:tabs>
        <w:jc w:val="both"/>
        <w:rPr>
          <w:b/>
        </w:rPr>
      </w:pPr>
      <w:r w:rsidRPr="00DC0A24">
        <w:rPr>
          <w:b/>
        </w:rPr>
        <w:t>NOMBRE DEL CLUB:</w:t>
      </w:r>
      <w:r w:rsidRPr="00DC0A24">
        <w:rPr>
          <w:b/>
        </w:rPr>
        <w:tab/>
      </w:r>
    </w:p>
    <w:p w:rsidR="00D909BB" w:rsidRPr="00DC0A24" w:rsidRDefault="00D909BB" w:rsidP="006176CC">
      <w:pPr>
        <w:tabs>
          <w:tab w:val="left" w:pos="2775"/>
          <w:tab w:val="left" w:leader="underscore" w:pos="9214"/>
        </w:tabs>
        <w:jc w:val="both"/>
      </w:pPr>
    </w:p>
    <w:p w:rsidR="006176CC" w:rsidRPr="00DC0A24" w:rsidRDefault="00D909BB" w:rsidP="006176CC">
      <w:pPr>
        <w:tabs>
          <w:tab w:val="left" w:pos="1134"/>
          <w:tab w:val="left" w:leader="underscore" w:pos="5954"/>
          <w:tab w:val="left" w:leader="underscore" w:pos="9214"/>
        </w:tabs>
        <w:jc w:val="both"/>
      </w:pPr>
      <w:r w:rsidRPr="00DC0A24">
        <w:tab/>
      </w:r>
      <w:r w:rsidRPr="00DC0A24">
        <w:rPr>
          <w:b/>
        </w:rPr>
        <w:t>DEPORTE:</w:t>
      </w:r>
      <w:r w:rsidR="00ED6B14" w:rsidRPr="00DC0A24">
        <w:tab/>
      </w:r>
      <w:r w:rsidR="00ED6B14" w:rsidRPr="00DC0A24">
        <w:rPr>
          <w:b/>
        </w:rPr>
        <w:t>PROVINCIA:</w:t>
      </w:r>
      <w:r w:rsidR="006176CC" w:rsidRPr="00DC0A24">
        <w:tab/>
      </w:r>
    </w:p>
    <w:p w:rsidR="006176CC" w:rsidRPr="00DC0A24" w:rsidRDefault="006176CC" w:rsidP="006176CC"/>
    <w:p w:rsidR="006176CC" w:rsidRDefault="006176CC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6176CC" w:rsidRPr="007D786E" w:rsidTr="007D786E">
        <w:trPr>
          <w:trHeight w:val="3368"/>
        </w:trPr>
        <w:tc>
          <w:tcPr>
            <w:tcW w:w="1951" w:type="dxa"/>
          </w:tcPr>
          <w:p w:rsidR="007043B3" w:rsidRPr="007D786E" w:rsidRDefault="000D6E58" w:rsidP="007043B3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0D6E58" w:rsidRPr="007D786E" w:rsidRDefault="000D6E58" w:rsidP="007043B3">
            <w:pPr>
              <w:rPr>
                <w:b/>
                <w:sz w:val="22"/>
                <w:szCs w:val="22"/>
              </w:rPr>
            </w:pPr>
          </w:p>
          <w:p w:rsidR="007043B3" w:rsidRPr="007D786E" w:rsidRDefault="007043B3" w:rsidP="007043B3">
            <w:pPr>
              <w:rPr>
                <w:sz w:val="22"/>
                <w:szCs w:val="22"/>
              </w:rPr>
            </w:pPr>
          </w:p>
          <w:p w:rsidR="007043B3" w:rsidRPr="007D786E" w:rsidRDefault="007043B3" w:rsidP="007043B3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7043B3" w:rsidRPr="007D786E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7043B3" w:rsidRPr="007D786E" w:rsidRDefault="007043B3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043B3" w:rsidRPr="007D786E" w:rsidRDefault="007043B3" w:rsidP="007043B3">
                  <w:pPr>
                    <w:rPr>
                      <w:sz w:val="22"/>
                      <w:szCs w:val="22"/>
                    </w:rPr>
                  </w:pPr>
                </w:p>
                <w:p w:rsidR="007043B3" w:rsidRPr="007D786E" w:rsidRDefault="00DC79E7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6176CC" w:rsidRPr="007D786E" w:rsidRDefault="006176CC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B32A71" w:rsidRPr="007D786E" w:rsidRDefault="00B32A71" w:rsidP="006176CC">
            <w:pPr>
              <w:rPr>
                <w:sz w:val="22"/>
                <w:szCs w:val="22"/>
              </w:rPr>
            </w:pPr>
          </w:p>
          <w:p w:rsidR="006D0958" w:rsidRPr="007D786E" w:rsidRDefault="006D0958" w:rsidP="002C2A1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Nombre</w:t>
            </w:r>
            <w:r w:rsidR="00B32A71" w:rsidRPr="007D786E">
              <w:rPr>
                <w:sz w:val="22"/>
                <w:szCs w:val="22"/>
              </w:rPr>
              <w:t>:</w:t>
            </w:r>
            <w:r w:rsidR="00A61565" w:rsidRPr="007D786E">
              <w:rPr>
                <w:sz w:val="22"/>
                <w:szCs w:val="22"/>
              </w:rPr>
              <w:t xml:space="preserve"> </w:t>
            </w:r>
            <w:r w:rsidR="002C2A1C" w:rsidRPr="007D786E">
              <w:rPr>
                <w:sz w:val="22"/>
                <w:szCs w:val="22"/>
              </w:rPr>
              <w:t>___________________________</w:t>
            </w:r>
            <w:r w:rsidR="00A61565" w:rsidRPr="007D786E">
              <w:rPr>
                <w:sz w:val="22"/>
                <w:szCs w:val="22"/>
              </w:rPr>
              <w:t>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7D786E">
            <w:pPr>
              <w:tabs>
                <w:tab w:val="left" w:pos="9072"/>
              </w:tabs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Apellidos:</w:t>
            </w:r>
            <w:r w:rsidR="00A61565" w:rsidRPr="007D786E">
              <w:rPr>
                <w:sz w:val="22"/>
                <w:szCs w:val="22"/>
              </w:rPr>
              <w:t xml:space="preserve"> </w:t>
            </w:r>
            <w:r w:rsidR="002C2A1C" w:rsidRPr="007D786E">
              <w:rPr>
                <w:sz w:val="22"/>
                <w:szCs w:val="22"/>
              </w:rPr>
              <w:t>__________________________</w:t>
            </w:r>
            <w:r w:rsidR="00A61565" w:rsidRPr="007D786E">
              <w:rPr>
                <w:sz w:val="22"/>
                <w:szCs w:val="22"/>
              </w:rPr>
              <w:t>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D.N.I:</w:t>
            </w:r>
            <w:r w:rsidR="00A61565" w:rsidRPr="007D786E">
              <w:rPr>
                <w:sz w:val="22"/>
                <w:szCs w:val="22"/>
              </w:rPr>
              <w:t xml:space="preserve"> _______________________ Fecha Nacimiento: 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Domicilio:</w:t>
            </w:r>
            <w:r w:rsidR="00A61565" w:rsidRPr="007D786E">
              <w:rPr>
                <w:sz w:val="22"/>
                <w:szCs w:val="22"/>
              </w:rPr>
              <w:t xml:space="preserve"> _________________________________________________________</w:t>
            </w:r>
            <w:r w:rsidR="00DC79E7" w:rsidRPr="007D786E">
              <w:rPr>
                <w:sz w:val="22"/>
                <w:szCs w:val="22"/>
              </w:rPr>
              <w:t>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Localidad</w:t>
            </w:r>
            <w:r w:rsidR="00210708" w:rsidRPr="007D786E">
              <w:rPr>
                <w:sz w:val="22"/>
                <w:szCs w:val="22"/>
              </w:rPr>
              <w:t>:</w:t>
            </w:r>
            <w:r w:rsidR="00A61565" w:rsidRPr="007D786E">
              <w:rPr>
                <w:sz w:val="22"/>
                <w:szCs w:val="22"/>
              </w:rPr>
              <w:t xml:space="preserve"> ________________________Provincia__________________________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210708" w:rsidRPr="007D786E" w:rsidRDefault="0021070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Cód.Postal:</w:t>
            </w:r>
            <w:r w:rsidR="00DC79E7" w:rsidRPr="007D786E">
              <w:rPr>
                <w:sz w:val="22"/>
                <w:szCs w:val="22"/>
              </w:rPr>
              <w:t xml:space="preserve"> ___________ Teléfonos (Fijo/Móvil): 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210708" w:rsidRPr="007D786E" w:rsidRDefault="0021070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Correo </w:t>
            </w:r>
            <w:r w:rsidR="00DC79E7" w:rsidRPr="007D786E">
              <w:rPr>
                <w:sz w:val="22"/>
                <w:szCs w:val="22"/>
              </w:rPr>
              <w:t>Electrónico</w:t>
            </w:r>
            <w:r w:rsidRPr="007D786E">
              <w:rPr>
                <w:sz w:val="22"/>
                <w:szCs w:val="22"/>
              </w:rPr>
              <w:t>:</w:t>
            </w:r>
            <w:r w:rsidR="00DC79E7" w:rsidRPr="007D786E">
              <w:rPr>
                <w:sz w:val="22"/>
                <w:szCs w:val="22"/>
              </w:rPr>
              <w:t xml:space="preserve"> __________________________________________________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210708" w:rsidRPr="007D786E" w:rsidRDefault="000D6E58" w:rsidP="006176CC">
            <w:pPr>
              <w:rPr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</w:t>
            </w:r>
            <w:r w:rsidR="004C52A2" w:rsidRPr="007D786E">
              <w:rPr>
                <w:b/>
                <w:sz w:val="22"/>
                <w:szCs w:val="22"/>
              </w:rPr>
              <w:t>Número</w:t>
            </w:r>
            <w:r w:rsidR="0018480A" w:rsidRPr="007D786E">
              <w:rPr>
                <w:b/>
                <w:sz w:val="22"/>
                <w:szCs w:val="22"/>
              </w:rPr>
              <w:t xml:space="preserve"> de Licencia </w:t>
            </w:r>
            <w:r w:rsidR="00940EB0">
              <w:rPr>
                <w:b/>
                <w:sz w:val="22"/>
                <w:szCs w:val="22"/>
              </w:rPr>
              <w:t>Anterior</w:t>
            </w:r>
            <w:r w:rsidR="00210708" w:rsidRPr="007D786E">
              <w:rPr>
                <w:sz w:val="22"/>
                <w:szCs w:val="22"/>
              </w:rPr>
              <w:t xml:space="preserve"> </w:t>
            </w:r>
            <w:r w:rsidR="00210708" w:rsidRPr="007D786E">
              <w:rPr>
                <w:i/>
                <w:sz w:val="22"/>
                <w:szCs w:val="22"/>
              </w:rPr>
              <w:t>(si la tuvo)</w:t>
            </w:r>
            <w:r w:rsidRPr="007D786E">
              <w:rPr>
                <w:sz w:val="22"/>
                <w:szCs w:val="22"/>
              </w:rPr>
              <w:t>_</w:t>
            </w:r>
            <w:r w:rsidR="00DC79E7" w:rsidRPr="007D786E">
              <w:rPr>
                <w:sz w:val="22"/>
                <w:szCs w:val="22"/>
              </w:rPr>
              <w:t>______</w:t>
            </w:r>
            <w:r w:rsidR="008A4345" w:rsidRPr="007D786E">
              <w:rPr>
                <w:sz w:val="22"/>
                <w:szCs w:val="22"/>
              </w:rPr>
              <w:t>_________________________</w:t>
            </w:r>
          </w:p>
          <w:p w:rsidR="00210708" w:rsidRPr="007D786E" w:rsidRDefault="0021070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Documentos que aportar </w:t>
            </w:r>
            <w:r w:rsidRPr="007D786E">
              <w:rPr>
                <w:i/>
                <w:sz w:val="22"/>
                <w:szCs w:val="22"/>
              </w:rPr>
              <w:t>(señalar con una X):</w:t>
            </w:r>
          </w:p>
          <w:p w:rsidR="00210708" w:rsidRPr="007D786E" w:rsidRDefault="00210708" w:rsidP="006176CC">
            <w:pPr>
              <w:rPr>
                <w:sz w:val="22"/>
                <w:szCs w:val="22"/>
                <w:lang w:val="pt-PT"/>
              </w:rPr>
            </w:pPr>
            <w:r w:rsidRPr="007D786E">
              <w:rPr>
                <w:sz w:val="22"/>
                <w:szCs w:val="22"/>
              </w:rPr>
              <w:t xml:space="preserve">       </w:t>
            </w:r>
            <w:r w:rsidRPr="007D786E"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:rsidR="00223DB8" w:rsidRPr="007D786E" w:rsidRDefault="00223DB8" w:rsidP="006176CC">
            <w:pPr>
              <w:rPr>
                <w:sz w:val="22"/>
                <w:szCs w:val="22"/>
                <w:lang w:val="pt-PT"/>
              </w:rPr>
            </w:pPr>
          </w:p>
          <w:p w:rsidR="00223DB8" w:rsidRPr="007D786E" w:rsidRDefault="00E21B80" w:rsidP="00110E08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LICENCIA </w:t>
            </w:r>
            <w:r w:rsidR="009647E2">
              <w:rPr>
                <w:sz w:val="22"/>
                <w:szCs w:val="22"/>
              </w:rPr>
              <w:t>20</w:t>
            </w:r>
            <w:r w:rsidR="00110E08">
              <w:rPr>
                <w:sz w:val="22"/>
                <w:szCs w:val="22"/>
              </w:rPr>
              <w:t>20</w:t>
            </w:r>
            <w:r w:rsidR="009647E2">
              <w:rPr>
                <w:sz w:val="22"/>
                <w:szCs w:val="22"/>
              </w:rPr>
              <w:t>/202</w:t>
            </w:r>
            <w:r w:rsidR="00110E08">
              <w:rPr>
                <w:sz w:val="22"/>
                <w:szCs w:val="22"/>
              </w:rPr>
              <w:t>1</w:t>
            </w:r>
            <w:r w:rsidR="00223DB8" w:rsidRPr="007D786E">
              <w:rPr>
                <w:i/>
                <w:sz w:val="22"/>
                <w:szCs w:val="22"/>
              </w:rPr>
              <w:t xml:space="preserve">(a rellenar por </w:t>
            </w:r>
            <w:smartTag w:uri="urn:schemas-microsoft-com:office:smarttags" w:element="PersonName">
              <w:smartTagPr>
                <w:attr w:name="ProductID" w:val="la FANJYDA"/>
              </w:smartTagPr>
              <w:r w:rsidR="00223DB8" w:rsidRPr="007D786E">
                <w:rPr>
                  <w:i/>
                  <w:sz w:val="22"/>
                  <w:szCs w:val="22"/>
                </w:rPr>
                <w:t>la FANJYDA</w:t>
              </w:r>
            </w:smartTag>
            <w:r w:rsidR="00223DB8" w:rsidRPr="007D786E">
              <w:rPr>
                <w:i/>
                <w:sz w:val="22"/>
                <w:szCs w:val="22"/>
              </w:rPr>
              <w:t>)</w:t>
            </w:r>
            <w:r w:rsidR="001B7475" w:rsidRPr="007D786E">
              <w:rPr>
                <w:i/>
                <w:sz w:val="22"/>
                <w:szCs w:val="22"/>
              </w:rPr>
              <w:t>:</w:t>
            </w:r>
            <w:r w:rsidR="008A4345" w:rsidRPr="007D786E">
              <w:rPr>
                <w:sz w:val="22"/>
                <w:szCs w:val="22"/>
              </w:rPr>
              <w:t xml:space="preserve"> ________________</w:t>
            </w:r>
          </w:p>
        </w:tc>
      </w:tr>
    </w:tbl>
    <w:p w:rsidR="00D909BB" w:rsidRDefault="00D909BB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0B1771" w:rsidRPr="007D786E" w:rsidTr="007D786E">
        <w:trPr>
          <w:trHeight w:val="3368"/>
        </w:trPr>
        <w:tc>
          <w:tcPr>
            <w:tcW w:w="1951" w:type="dxa"/>
          </w:tcPr>
          <w:p w:rsidR="000B1771" w:rsidRPr="007D786E" w:rsidRDefault="000D6E58" w:rsidP="00DD3525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0B1771" w:rsidRPr="007D786E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DD3525">
                  <w:pPr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0B1771" w:rsidRPr="007D786E" w:rsidRDefault="000B1771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D87B52" w:rsidRPr="007D786E" w:rsidRDefault="00D87B52" w:rsidP="00D87B52">
            <w:pPr>
              <w:rPr>
                <w:sz w:val="22"/>
                <w:szCs w:val="22"/>
              </w:rPr>
            </w:pP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Nombre: _____________________________________________________________</w:t>
            </w:r>
          </w:p>
          <w:p w:rsidR="00D87B52" w:rsidRPr="007D786E" w:rsidRDefault="00D87B52" w:rsidP="00D87B52">
            <w:pPr>
              <w:tabs>
                <w:tab w:val="left" w:pos="9072"/>
              </w:tabs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Apellidos: ____________________________________________________________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D.N.I: _______________________ Fecha Nacimiento: 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Domicilio: ____________________________________________________________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Localidad: ________________________Provincia____________________________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Cód.Postal: ___________ Teléfonos (Fijo/Móvil): ____________________________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Correo Electrónico: ____________________________________________________</w:t>
            </w:r>
          </w:p>
          <w:p w:rsidR="00940EB0" w:rsidRPr="007D786E" w:rsidRDefault="00940EB0" w:rsidP="00940EB0">
            <w:pPr>
              <w:rPr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 xml:space="preserve">*Número de Licencia </w:t>
            </w:r>
            <w:r>
              <w:rPr>
                <w:b/>
                <w:sz w:val="22"/>
                <w:szCs w:val="22"/>
              </w:rPr>
              <w:t>Anterior</w:t>
            </w:r>
            <w:r w:rsidRPr="007D786E">
              <w:rPr>
                <w:sz w:val="22"/>
                <w:szCs w:val="22"/>
              </w:rPr>
              <w:t xml:space="preserve"> </w:t>
            </w:r>
            <w:r w:rsidRPr="007D786E">
              <w:rPr>
                <w:i/>
                <w:sz w:val="22"/>
                <w:szCs w:val="22"/>
              </w:rPr>
              <w:t>(si la tuvo)</w:t>
            </w:r>
            <w:r w:rsidRPr="007D786E">
              <w:rPr>
                <w:sz w:val="22"/>
                <w:szCs w:val="22"/>
              </w:rPr>
              <w:t>________________________________</w:t>
            </w:r>
          </w:p>
          <w:p w:rsidR="00940EB0" w:rsidRPr="007D786E" w:rsidRDefault="00940EB0" w:rsidP="00940EB0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Documentos que aportar </w:t>
            </w:r>
            <w:r w:rsidRPr="007D786E">
              <w:rPr>
                <w:i/>
                <w:sz w:val="22"/>
                <w:szCs w:val="22"/>
              </w:rPr>
              <w:t>(señalar con una X):</w:t>
            </w:r>
          </w:p>
          <w:p w:rsidR="00940EB0" w:rsidRPr="007D786E" w:rsidRDefault="00940EB0" w:rsidP="00940EB0">
            <w:pPr>
              <w:rPr>
                <w:sz w:val="22"/>
                <w:szCs w:val="22"/>
                <w:lang w:val="pt-PT"/>
              </w:rPr>
            </w:pPr>
            <w:r w:rsidRPr="007D786E">
              <w:rPr>
                <w:sz w:val="22"/>
                <w:szCs w:val="22"/>
              </w:rPr>
              <w:t xml:space="preserve">       </w:t>
            </w:r>
            <w:r w:rsidRPr="007D786E"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:rsidR="00940EB0" w:rsidRPr="007D786E" w:rsidRDefault="00940EB0" w:rsidP="00940EB0">
            <w:pPr>
              <w:rPr>
                <w:sz w:val="22"/>
                <w:szCs w:val="22"/>
                <w:lang w:val="pt-PT"/>
              </w:rPr>
            </w:pPr>
          </w:p>
          <w:p w:rsidR="000B1771" w:rsidRPr="007D786E" w:rsidRDefault="00110E08" w:rsidP="00940EB0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LICENCIA </w:t>
            </w:r>
            <w:r>
              <w:rPr>
                <w:sz w:val="22"/>
                <w:szCs w:val="22"/>
              </w:rPr>
              <w:t>2020/2021</w:t>
            </w:r>
            <w:r w:rsidR="00940EB0" w:rsidRPr="007D786E">
              <w:rPr>
                <w:i/>
                <w:sz w:val="22"/>
                <w:szCs w:val="22"/>
              </w:rPr>
              <w:t xml:space="preserve">(a rellenar por </w:t>
            </w:r>
            <w:smartTag w:uri="urn:schemas-microsoft-com:office:smarttags" w:element="PersonName">
              <w:smartTagPr>
                <w:attr w:name="ProductID" w:val="la FANJYDA"/>
              </w:smartTagPr>
              <w:r w:rsidR="00940EB0" w:rsidRPr="007D786E">
                <w:rPr>
                  <w:i/>
                  <w:sz w:val="22"/>
                  <w:szCs w:val="22"/>
                </w:rPr>
                <w:t>la FANJYDA</w:t>
              </w:r>
            </w:smartTag>
            <w:r w:rsidR="00940EB0" w:rsidRPr="007D786E">
              <w:rPr>
                <w:i/>
                <w:sz w:val="22"/>
                <w:szCs w:val="22"/>
              </w:rPr>
              <w:t>):</w:t>
            </w:r>
            <w:r w:rsidR="00940EB0" w:rsidRPr="007D786E">
              <w:rPr>
                <w:sz w:val="22"/>
                <w:szCs w:val="22"/>
              </w:rPr>
              <w:t xml:space="preserve"> ________________</w:t>
            </w:r>
          </w:p>
        </w:tc>
      </w:tr>
    </w:tbl>
    <w:p w:rsidR="000B1771" w:rsidRDefault="000B1771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0B1771" w:rsidRPr="007D786E" w:rsidTr="007D786E">
        <w:trPr>
          <w:trHeight w:val="3368"/>
        </w:trPr>
        <w:tc>
          <w:tcPr>
            <w:tcW w:w="1951" w:type="dxa"/>
          </w:tcPr>
          <w:p w:rsidR="000B1771" w:rsidRPr="007D786E" w:rsidRDefault="000D6E58" w:rsidP="00DD3525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0B1771" w:rsidRPr="007D786E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DD3525">
                  <w:pPr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0B1771" w:rsidRPr="007D786E" w:rsidRDefault="000B1771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D87B52" w:rsidRPr="007D786E" w:rsidRDefault="00D87B52" w:rsidP="00D87B52">
            <w:pPr>
              <w:rPr>
                <w:sz w:val="22"/>
                <w:szCs w:val="22"/>
              </w:rPr>
            </w:pP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Nombre: _____________________________________________________________</w:t>
            </w:r>
          </w:p>
          <w:p w:rsidR="00D87B52" w:rsidRPr="007D786E" w:rsidRDefault="00D87B52" w:rsidP="00D87B52">
            <w:pPr>
              <w:tabs>
                <w:tab w:val="left" w:pos="9072"/>
              </w:tabs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Apellidos: ____________________________________________________________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D.N.I: _______________________ Fecha Nacimiento: 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Domicilio: ____________________________________________________________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Localidad: ________________________Provincia____________________________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Cód.Postal: ___________ Teléfonos (Fijo/Móvil): ____________________________</w:t>
            </w:r>
          </w:p>
          <w:p w:rsidR="00D87B52" w:rsidRPr="007D786E" w:rsidRDefault="00D87B52" w:rsidP="00D87B52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Correo Electrónico: ____________________________________________________</w:t>
            </w:r>
          </w:p>
          <w:p w:rsidR="00940EB0" w:rsidRPr="007D786E" w:rsidRDefault="00940EB0" w:rsidP="00940EB0">
            <w:pPr>
              <w:rPr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 xml:space="preserve">*Número de Licencia </w:t>
            </w:r>
            <w:r>
              <w:rPr>
                <w:b/>
                <w:sz w:val="22"/>
                <w:szCs w:val="22"/>
              </w:rPr>
              <w:t>Anterior</w:t>
            </w:r>
            <w:r w:rsidRPr="007D786E">
              <w:rPr>
                <w:sz w:val="22"/>
                <w:szCs w:val="22"/>
              </w:rPr>
              <w:t xml:space="preserve"> </w:t>
            </w:r>
            <w:r w:rsidRPr="007D786E">
              <w:rPr>
                <w:i/>
                <w:sz w:val="22"/>
                <w:szCs w:val="22"/>
              </w:rPr>
              <w:t>(si la tuvo)</w:t>
            </w:r>
            <w:r w:rsidRPr="007D786E">
              <w:rPr>
                <w:sz w:val="22"/>
                <w:szCs w:val="22"/>
              </w:rPr>
              <w:t>________________________________</w:t>
            </w:r>
          </w:p>
          <w:p w:rsidR="00940EB0" w:rsidRPr="007D786E" w:rsidRDefault="00940EB0" w:rsidP="00940EB0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Documentos que aportar </w:t>
            </w:r>
            <w:r w:rsidRPr="007D786E">
              <w:rPr>
                <w:i/>
                <w:sz w:val="22"/>
                <w:szCs w:val="22"/>
              </w:rPr>
              <w:t>(señalar con una X):</w:t>
            </w:r>
          </w:p>
          <w:p w:rsidR="00940EB0" w:rsidRPr="007D786E" w:rsidRDefault="00940EB0" w:rsidP="00940EB0">
            <w:pPr>
              <w:rPr>
                <w:sz w:val="22"/>
                <w:szCs w:val="22"/>
                <w:lang w:val="pt-PT"/>
              </w:rPr>
            </w:pPr>
            <w:r w:rsidRPr="007D786E">
              <w:rPr>
                <w:sz w:val="22"/>
                <w:szCs w:val="22"/>
              </w:rPr>
              <w:t xml:space="preserve">       </w:t>
            </w:r>
            <w:r w:rsidRPr="007D786E"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:rsidR="00940EB0" w:rsidRPr="007D786E" w:rsidRDefault="00940EB0" w:rsidP="00940EB0">
            <w:pPr>
              <w:rPr>
                <w:sz w:val="22"/>
                <w:szCs w:val="22"/>
                <w:lang w:val="pt-PT"/>
              </w:rPr>
            </w:pPr>
          </w:p>
          <w:p w:rsidR="000B1771" w:rsidRPr="007D786E" w:rsidRDefault="00110E08" w:rsidP="00940EB0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LICENCIA </w:t>
            </w:r>
            <w:r>
              <w:rPr>
                <w:sz w:val="22"/>
                <w:szCs w:val="22"/>
              </w:rPr>
              <w:t>2020/2021</w:t>
            </w:r>
            <w:r w:rsidR="00940EB0" w:rsidRPr="007D786E">
              <w:rPr>
                <w:i/>
                <w:sz w:val="22"/>
                <w:szCs w:val="22"/>
              </w:rPr>
              <w:t xml:space="preserve">(a rellenar por </w:t>
            </w:r>
            <w:smartTag w:uri="urn:schemas-microsoft-com:office:smarttags" w:element="PersonName">
              <w:smartTagPr>
                <w:attr w:name="ProductID" w:val="la FANJYDA"/>
              </w:smartTagPr>
              <w:r w:rsidR="00940EB0" w:rsidRPr="007D786E">
                <w:rPr>
                  <w:i/>
                  <w:sz w:val="22"/>
                  <w:szCs w:val="22"/>
                </w:rPr>
                <w:t>la FANJYDA</w:t>
              </w:r>
            </w:smartTag>
            <w:r w:rsidR="00940EB0" w:rsidRPr="007D786E">
              <w:rPr>
                <w:i/>
                <w:sz w:val="22"/>
                <w:szCs w:val="22"/>
              </w:rPr>
              <w:t>):</w:t>
            </w:r>
            <w:r w:rsidR="00940EB0" w:rsidRPr="007D786E">
              <w:rPr>
                <w:sz w:val="22"/>
                <w:szCs w:val="22"/>
              </w:rPr>
              <w:t xml:space="preserve"> ________________</w:t>
            </w:r>
          </w:p>
        </w:tc>
      </w:tr>
    </w:tbl>
    <w:p w:rsidR="000B1771" w:rsidRPr="00223DB8" w:rsidRDefault="00720E35" w:rsidP="00720E35">
      <w:pPr>
        <w:jc w:val="center"/>
      </w:pPr>
      <w:r w:rsidRPr="00D62339">
        <w:t xml:space="preserve">* </w:t>
      </w:r>
      <w:r w:rsidRPr="00D62339">
        <w:rPr>
          <w:b/>
        </w:rPr>
        <w:t>IMPORTANTE:</w:t>
      </w:r>
      <w:r w:rsidRPr="00D62339">
        <w:t xml:space="preserve"> en caso de renovación, poner número ID y/o numero de Licencia de la </w:t>
      </w:r>
      <w:r w:rsidR="004C52A2">
        <w:t>última que cursó</w:t>
      </w:r>
      <w:r w:rsidRPr="00D62339">
        <w:t>.</w:t>
      </w:r>
    </w:p>
    <w:sectPr w:rsidR="000B1771" w:rsidRPr="00223DB8" w:rsidSect="006148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1134" w:bottom="720" w:left="1134" w:header="680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525" w:rsidRDefault="005A1525">
      <w:r>
        <w:separator/>
      </w:r>
    </w:p>
  </w:endnote>
  <w:endnote w:type="continuationSeparator" w:id="0">
    <w:p w:rsidR="005A1525" w:rsidRDefault="005A1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F4F" w:rsidRDefault="008D2F4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CF4" w:rsidRPr="00DC0A24" w:rsidRDefault="00DC0A24" w:rsidP="00DC0A24">
    <w:pPr>
      <w:pStyle w:val="Encabezado"/>
      <w:tabs>
        <w:tab w:val="left" w:pos="356"/>
      </w:tabs>
      <w:rPr>
        <w:sz w:val="18"/>
        <w:szCs w:val="18"/>
      </w:rPr>
    </w:pPr>
    <w:r>
      <w:rPr>
        <w:b/>
        <w:sz w:val="18"/>
        <w:szCs w:val="18"/>
      </w:rPr>
      <w:br/>
    </w:r>
    <w:r w:rsidRPr="00DC0A24">
      <w:rPr>
        <w:b/>
        <w:sz w:val="18"/>
        <w:szCs w:val="18"/>
      </w:rPr>
      <w:t xml:space="preserve">La Cesión de los datos del </w:t>
    </w:r>
    <w:r>
      <w:rPr>
        <w:b/>
        <w:sz w:val="18"/>
        <w:szCs w:val="18"/>
      </w:rPr>
      <w:t>Deportista</w:t>
    </w:r>
    <w:r w:rsidRPr="00DC0A24">
      <w:rPr>
        <w:b/>
        <w:sz w:val="18"/>
        <w:szCs w:val="18"/>
      </w:rPr>
      <w:t xml:space="preserve"> para su </w:t>
    </w:r>
    <w:r>
      <w:rPr>
        <w:b/>
        <w:sz w:val="18"/>
        <w:szCs w:val="18"/>
      </w:rPr>
      <w:t>afiliación</w:t>
    </w:r>
    <w:r w:rsidRPr="00DC0A24">
      <w:rPr>
        <w:b/>
        <w:sz w:val="18"/>
        <w:szCs w:val="18"/>
      </w:rPr>
      <w:t xml:space="preserve"> constituye una comunicación autorizada por la Ley (art. 11.2 a) de la Ley Orgánica 15/1999). Se le informa que con el envió de su solicitud está autorizando a la FANJYDA a la inclusión de estos datos en sus archivos digitales y al uso federativo que sea necesario (deportivos, administrativos y de promoción).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F4F" w:rsidRDefault="008D2F4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525" w:rsidRDefault="005A1525">
      <w:r>
        <w:separator/>
      </w:r>
    </w:p>
  </w:footnote>
  <w:footnote w:type="continuationSeparator" w:id="0">
    <w:p w:rsidR="005A1525" w:rsidRDefault="005A1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F4F" w:rsidRDefault="008D2F4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97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5"/>
      <w:gridCol w:w="360"/>
      <w:gridCol w:w="8221"/>
    </w:tblGrid>
    <w:tr w:rsidR="00632CF4">
      <w:tblPrEx>
        <w:tblCellMar>
          <w:top w:w="0" w:type="dxa"/>
          <w:bottom w:w="0" w:type="dxa"/>
        </w:tblCellMar>
      </w:tblPrEx>
      <w:trPr>
        <w:trHeight w:val="426"/>
      </w:trPr>
      <w:tc>
        <w:tcPr>
          <w:tcW w:w="4395" w:type="dxa"/>
        </w:tcPr>
        <w:p w:rsidR="00632CF4" w:rsidRPr="00D27021" w:rsidRDefault="00BB133E" w:rsidP="00D27021">
          <w:pPr>
            <w:jc w:val="right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8240" behindDoc="0" locked="0" layoutInCell="1" allowOverlap="1">
                    <wp:simplePos x="0" y="0"/>
                    <wp:positionH relativeFrom="column">
                      <wp:posOffset>-196215</wp:posOffset>
                    </wp:positionH>
                    <wp:positionV relativeFrom="paragraph">
                      <wp:posOffset>25400</wp:posOffset>
                    </wp:positionV>
                    <wp:extent cx="4314825" cy="378460"/>
                    <wp:effectExtent l="0" t="0" r="0" b="0"/>
                    <wp:wrapNone/>
                    <wp:docPr id="2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14825" cy="378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0743CE" w:rsidRDefault="000743CE" w:rsidP="000743CE">
                                <w:pPr>
                                  <w:widowControl w:val="0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  <w:t>FEDERACION ANDALUZA DE JUDO Y DEPORTES ASOCIADOS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-15.45pt;margin-top:2pt;width:339.75pt;height:29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" filled="f" stroked="f" insetpen="t">
                    <v:textbox inset="2.88pt,2.88pt,2.88pt,2.88pt">
                      <w:txbxContent>
                        <w:p w:rsidR="000743CE" w:rsidRDefault="000743CE" w:rsidP="000743CE">
                          <w:pPr>
                            <w:widowControl w:val="0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  <w:t>FEDERACION ANDALUZA DE JUDO Y DEPORTES ASOCIADOS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  <w:tc>
        <w:tcPr>
          <w:tcW w:w="8221" w:type="dxa"/>
        </w:tcPr>
        <w:p w:rsidR="00632CF4" w:rsidRPr="00A87103" w:rsidRDefault="00BB133E" w:rsidP="00A87103">
          <w:pPr>
            <w:jc w:val="center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7216" behindDoc="0" locked="0" layoutInCell="1" allowOverlap="1">
                    <wp:simplePos x="0" y="0"/>
                    <wp:positionH relativeFrom="column">
                      <wp:posOffset>1179195</wp:posOffset>
                    </wp:positionH>
                    <wp:positionV relativeFrom="paragraph">
                      <wp:posOffset>-104140</wp:posOffset>
                    </wp:positionV>
                    <wp:extent cx="2249170" cy="508000"/>
                    <wp:effectExtent l="0" t="0" r="0" b="0"/>
                    <wp:wrapNone/>
                    <wp:docPr id="1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49170" cy="50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D2F4F" w:rsidRDefault="008D2F4F" w:rsidP="008D2F4F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Avenida Ana de Viya, 9 Oficina 3. 11009 Cádiz</w:t>
                                </w:r>
                              </w:p>
                              <w:p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Tel.956 079 891. 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Fax 956 079 892</w:t>
                                </w:r>
                              </w:p>
                              <w:p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administracion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@fanjyda.com. www.fanjyda.com</w:t>
                                </w:r>
                              </w:p>
                              <w:p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 xml:space="preserve">C.I.F. 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V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-11090081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6" o:spid="_x0000_s1027" type="#_x0000_t202" style="position:absolute;left:0;text-align:left;margin-left:92.85pt;margin-top:-8.2pt;width:177.1pt;height:40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" filled="f" stroked="f" insetpen="t">
                    <v:textbox inset="2.88pt,2.88pt,2.88pt,2.88pt">
                      <w:txbxContent>
                        <w:p w:rsidR="008D2F4F" w:rsidRDefault="008D2F4F" w:rsidP="008D2F4F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Avenida Ana de Viya, 9 Oficina 3. 11009 Cádiz</w:t>
                          </w:r>
                        </w:p>
                        <w:p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Tel.956 079 891. 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Fax 956 079 892</w:t>
                          </w:r>
                        </w:p>
                        <w:p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administracion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@fanjyda.com. www.fanjyda.com</w:t>
                          </w:r>
                        </w:p>
                        <w:p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 xml:space="preserve">C.I.F. </w:t>
                          </w: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V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-11090081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632CF4">
      <w:tblPrEx>
        <w:tblCellMar>
          <w:top w:w="0" w:type="dxa"/>
          <w:bottom w:w="0" w:type="dxa"/>
        </w:tblCellMar>
      </w:tblPrEx>
      <w:trPr>
        <w:trHeight w:val="87"/>
      </w:trPr>
      <w:tc>
        <w:tcPr>
          <w:tcW w:w="4395" w:type="dxa"/>
        </w:tcPr>
        <w:p w:rsidR="00632CF4" w:rsidRDefault="00632CF4">
          <w:pPr>
            <w:pStyle w:val="Encabezado"/>
            <w:ind w:left="142"/>
            <w:jc w:val="center"/>
            <w:rPr>
              <w:sz w:val="16"/>
            </w:rPr>
          </w:pP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  <w:r>
            <w:rPr>
              <w:sz w:val="16"/>
            </w:rPr>
            <w:t xml:space="preserve">   </w:t>
          </w:r>
        </w:p>
      </w:tc>
      <w:tc>
        <w:tcPr>
          <w:tcW w:w="8221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</w:tr>
  </w:tbl>
  <w:p w:rsidR="00632CF4" w:rsidRDefault="00632CF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F4F" w:rsidRDefault="008D2F4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0A29"/>
    <w:multiLevelType w:val="hybridMultilevel"/>
    <w:tmpl w:val="CAEEA232"/>
    <w:lvl w:ilvl="0" w:tplc="ADF2958C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01CF18D6"/>
    <w:multiLevelType w:val="hybridMultilevel"/>
    <w:tmpl w:val="47A62AEA"/>
    <w:lvl w:ilvl="0" w:tplc="A2D09A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900F55"/>
    <w:multiLevelType w:val="hybridMultilevel"/>
    <w:tmpl w:val="8750766C"/>
    <w:lvl w:ilvl="0" w:tplc="13B0B71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4C112EB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084F5D94"/>
    <w:multiLevelType w:val="hybridMultilevel"/>
    <w:tmpl w:val="800E2DEE"/>
    <w:lvl w:ilvl="0" w:tplc="277ADBC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8E73760"/>
    <w:multiLevelType w:val="hybridMultilevel"/>
    <w:tmpl w:val="940AB208"/>
    <w:lvl w:ilvl="0" w:tplc="18861D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A403B1"/>
    <w:multiLevelType w:val="multilevel"/>
    <w:tmpl w:val="4C1C3F32"/>
    <w:lvl w:ilvl="0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7">
    <w:nsid w:val="0E9C1DF6"/>
    <w:multiLevelType w:val="hybridMultilevel"/>
    <w:tmpl w:val="29040586"/>
    <w:lvl w:ilvl="0" w:tplc="E94EE0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0454F1"/>
    <w:multiLevelType w:val="hybridMultilevel"/>
    <w:tmpl w:val="4C1C3F32"/>
    <w:lvl w:ilvl="0" w:tplc="0C0A000D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9">
    <w:nsid w:val="1B3B6EB8"/>
    <w:multiLevelType w:val="hybridMultilevel"/>
    <w:tmpl w:val="334682D8"/>
    <w:lvl w:ilvl="0" w:tplc="6AC8D5C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136BCA"/>
    <w:multiLevelType w:val="hybridMultilevel"/>
    <w:tmpl w:val="37DEAB44"/>
    <w:lvl w:ilvl="0" w:tplc="95ECF1D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>
    <w:nsid w:val="1FB80AF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21753A58"/>
    <w:multiLevelType w:val="hybridMultilevel"/>
    <w:tmpl w:val="378EA804"/>
    <w:lvl w:ilvl="0" w:tplc="E592B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035A5B"/>
    <w:multiLevelType w:val="hybridMultilevel"/>
    <w:tmpl w:val="792022A6"/>
    <w:lvl w:ilvl="0" w:tplc="4C4C62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D64FCE"/>
    <w:multiLevelType w:val="hybridMultilevel"/>
    <w:tmpl w:val="62E0AD28"/>
    <w:lvl w:ilvl="0" w:tplc="92C0537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42FD2B66"/>
    <w:multiLevelType w:val="hybridMultilevel"/>
    <w:tmpl w:val="CDA6E206"/>
    <w:lvl w:ilvl="0" w:tplc="34C8335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>
    <w:nsid w:val="48454475"/>
    <w:multiLevelType w:val="hybridMultilevel"/>
    <w:tmpl w:val="1AAA3F04"/>
    <w:lvl w:ilvl="0" w:tplc="0C0A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7">
    <w:nsid w:val="490518E2"/>
    <w:multiLevelType w:val="hybridMultilevel"/>
    <w:tmpl w:val="90D22E46"/>
    <w:lvl w:ilvl="0" w:tplc="A4EA48E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>
    <w:nsid w:val="4991061A"/>
    <w:multiLevelType w:val="hybridMultilevel"/>
    <w:tmpl w:val="7B34F29A"/>
    <w:lvl w:ilvl="0" w:tplc="97FE9A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950271"/>
    <w:multiLevelType w:val="hybridMultilevel"/>
    <w:tmpl w:val="E5AEDD4A"/>
    <w:lvl w:ilvl="0" w:tplc="35208C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C27058"/>
    <w:multiLevelType w:val="hybridMultilevel"/>
    <w:tmpl w:val="1E9A6F24"/>
    <w:lvl w:ilvl="0" w:tplc="B6CAF39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>
    <w:nsid w:val="63504405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66506A2A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67CA7797"/>
    <w:multiLevelType w:val="singleLevel"/>
    <w:tmpl w:val="A830E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9507191"/>
    <w:multiLevelType w:val="hybridMultilevel"/>
    <w:tmpl w:val="2E80623A"/>
    <w:lvl w:ilvl="0" w:tplc="11F2DB1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5">
    <w:nsid w:val="71C86287"/>
    <w:multiLevelType w:val="hybridMultilevel"/>
    <w:tmpl w:val="05BE91BC"/>
    <w:lvl w:ilvl="0" w:tplc="C6AC64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59C2791"/>
    <w:multiLevelType w:val="hybridMultilevel"/>
    <w:tmpl w:val="0D76BA2C"/>
    <w:lvl w:ilvl="0" w:tplc="8EB8A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5C8413E"/>
    <w:multiLevelType w:val="hybridMultilevel"/>
    <w:tmpl w:val="C75E15C0"/>
    <w:lvl w:ilvl="0" w:tplc="1ED8A8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63F19B5"/>
    <w:multiLevelType w:val="hybridMultilevel"/>
    <w:tmpl w:val="79567B14"/>
    <w:lvl w:ilvl="0" w:tplc="C1989A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B510CF"/>
    <w:multiLevelType w:val="hybridMultilevel"/>
    <w:tmpl w:val="2576A222"/>
    <w:lvl w:ilvl="0" w:tplc="B4B64FCE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E03667"/>
    <w:multiLevelType w:val="hybridMultilevel"/>
    <w:tmpl w:val="2780D1F4"/>
    <w:lvl w:ilvl="0" w:tplc="B374EC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3C262F"/>
    <w:multiLevelType w:val="hybridMultilevel"/>
    <w:tmpl w:val="2B141630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11"/>
  </w:num>
  <w:num w:numId="4">
    <w:abstractNumId w:val="3"/>
  </w:num>
  <w:num w:numId="5">
    <w:abstractNumId w:val="21"/>
  </w:num>
  <w:num w:numId="6">
    <w:abstractNumId w:val="12"/>
  </w:num>
  <w:num w:numId="7">
    <w:abstractNumId w:val="29"/>
  </w:num>
  <w:num w:numId="8">
    <w:abstractNumId w:val="31"/>
  </w:num>
  <w:num w:numId="9">
    <w:abstractNumId w:val="8"/>
  </w:num>
  <w:num w:numId="10">
    <w:abstractNumId w:val="6"/>
  </w:num>
  <w:num w:numId="11">
    <w:abstractNumId w:val="16"/>
  </w:num>
  <w:num w:numId="12">
    <w:abstractNumId w:val="28"/>
  </w:num>
  <w:num w:numId="13">
    <w:abstractNumId w:val="19"/>
  </w:num>
  <w:num w:numId="14">
    <w:abstractNumId w:val="25"/>
  </w:num>
  <w:num w:numId="15">
    <w:abstractNumId w:val="5"/>
  </w:num>
  <w:num w:numId="16">
    <w:abstractNumId w:val="9"/>
  </w:num>
  <w:num w:numId="17">
    <w:abstractNumId w:val="13"/>
  </w:num>
  <w:num w:numId="18">
    <w:abstractNumId w:val="14"/>
  </w:num>
  <w:num w:numId="19">
    <w:abstractNumId w:val="10"/>
  </w:num>
  <w:num w:numId="20">
    <w:abstractNumId w:val="2"/>
  </w:num>
  <w:num w:numId="21">
    <w:abstractNumId w:val="24"/>
  </w:num>
  <w:num w:numId="22">
    <w:abstractNumId w:val="0"/>
  </w:num>
  <w:num w:numId="23">
    <w:abstractNumId w:val="20"/>
  </w:num>
  <w:num w:numId="24">
    <w:abstractNumId w:val="17"/>
  </w:num>
  <w:num w:numId="25">
    <w:abstractNumId w:val="15"/>
  </w:num>
  <w:num w:numId="26">
    <w:abstractNumId w:val="30"/>
  </w:num>
  <w:num w:numId="27">
    <w:abstractNumId w:val="7"/>
  </w:num>
  <w:num w:numId="28">
    <w:abstractNumId w:val="18"/>
  </w:num>
  <w:num w:numId="29">
    <w:abstractNumId w:val="26"/>
  </w:num>
  <w:num w:numId="30">
    <w:abstractNumId w:val="27"/>
  </w:num>
  <w:num w:numId="31">
    <w:abstractNumId w:val="4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5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98"/>
    <w:rsid w:val="00002D63"/>
    <w:rsid w:val="000060D0"/>
    <w:rsid w:val="000064D5"/>
    <w:rsid w:val="0001044A"/>
    <w:rsid w:val="00027563"/>
    <w:rsid w:val="00031536"/>
    <w:rsid w:val="00034A88"/>
    <w:rsid w:val="00046A5D"/>
    <w:rsid w:val="000473EE"/>
    <w:rsid w:val="00060A6C"/>
    <w:rsid w:val="000665EA"/>
    <w:rsid w:val="000743CE"/>
    <w:rsid w:val="000747B7"/>
    <w:rsid w:val="000750D8"/>
    <w:rsid w:val="00077B2A"/>
    <w:rsid w:val="0008293E"/>
    <w:rsid w:val="00084830"/>
    <w:rsid w:val="00085281"/>
    <w:rsid w:val="000977D1"/>
    <w:rsid w:val="00097CA3"/>
    <w:rsid w:val="000A1DF1"/>
    <w:rsid w:val="000B1771"/>
    <w:rsid w:val="000B5255"/>
    <w:rsid w:val="000C43DB"/>
    <w:rsid w:val="000D6E58"/>
    <w:rsid w:val="000D6E77"/>
    <w:rsid w:val="000E5765"/>
    <w:rsid w:val="000F3A61"/>
    <w:rsid w:val="000F7A48"/>
    <w:rsid w:val="00110E08"/>
    <w:rsid w:val="00114103"/>
    <w:rsid w:val="001236BF"/>
    <w:rsid w:val="00126E1C"/>
    <w:rsid w:val="00126E5D"/>
    <w:rsid w:val="001271F8"/>
    <w:rsid w:val="00127859"/>
    <w:rsid w:val="001513A3"/>
    <w:rsid w:val="0016202F"/>
    <w:rsid w:val="00163A7C"/>
    <w:rsid w:val="00180805"/>
    <w:rsid w:val="0018195E"/>
    <w:rsid w:val="0018480A"/>
    <w:rsid w:val="00190B27"/>
    <w:rsid w:val="001A232D"/>
    <w:rsid w:val="001A4075"/>
    <w:rsid w:val="001B06D5"/>
    <w:rsid w:val="001B5050"/>
    <w:rsid w:val="001B5DC7"/>
    <w:rsid w:val="001B7475"/>
    <w:rsid w:val="001C05C8"/>
    <w:rsid w:val="001C4E47"/>
    <w:rsid w:val="001E36D8"/>
    <w:rsid w:val="00203C17"/>
    <w:rsid w:val="002066E3"/>
    <w:rsid w:val="00210708"/>
    <w:rsid w:val="0021372B"/>
    <w:rsid w:val="00214A20"/>
    <w:rsid w:val="00221790"/>
    <w:rsid w:val="00223DB8"/>
    <w:rsid w:val="0023443C"/>
    <w:rsid w:val="002505FB"/>
    <w:rsid w:val="002541B9"/>
    <w:rsid w:val="0025609D"/>
    <w:rsid w:val="002601BD"/>
    <w:rsid w:val="00264DA1"/>
    <w:rsid w:val="002724E9"/>
    <w:rsid w:val="00272C55"/>
    <w:rsid w:val="00284E28"/>
    <w:rsid w:val="00295241"/>
    <w:rsid w:val="002A2046"/>
    <w:rsid w:val="002A4864"/>
    <w:rsid w:val="002B23B0"/>
    <w:rsid w:val="002C2A1C"/>
    <w:rsid w:val="002C55A4"/>
    <w:rsid w:val="002D11D8"/>
    <w:rsid w:val="002D200A"/>
    <w:rsid w:val="002E395B"/>
    <w:rsid w:val="002F4478"/>
    <w:rsid w:val="00302F81"/>
    <w:rsid w:val="00303ACE"/>
    <w:rsid w:val="003124E9"/>
    <w:rsid w:val="00327AD8"/>
    <w:rsid w:val="00335B52"/>
    <w:rsid w:val="00340915"/>
    <w:rsid w:val="00343743"/>
    <w:rsid w:val="00344445"/>
    <w:rsid w:val="0035311F"/>
    <w:rsid w:val="003531E5"/>
    <w:rsid w:val="00363BE5"/>
    <w:rsid w:val="00365426"/>
    <w:rsid w:val="00365999"/>
    <w:rsid w:val="003721FF"/>
    <w:rsid w:val="00382670"/>
    <w:rsid w:val="003A485E"/>
    <w:rsid w:val="003A498B"/>
    <w:rsid w:val="003A6FF9"/>
    <w:rsid w:val="003A7495"/>
    <w:rsid w:val="003B2E94"/>
    <w:rsid w:val="003B3254"/>
    <w:rsid w:val="003B642A"/>
    <w:rsid w:val="003B7D9A"/>
    <w:rsid w:val="003C1842"/>
    <w:rsid w:val="003C2FA6"/>
    <w:rsid w:val="003D0670"/>
    <w:rsid w:val="003E0588"/>
    <w:rsid w:val="003E446B"/>
    <w:rsid w:val="003E5048"/>
    <w:rsid w:val="003E65AB"/>
    <w:rsid w:val="003E7E78"/>
    <w:rsid w:val="003F2006"/>
    <w:rsid w:val="003F2E75"/>
    <w:rsid w:val="003F332B"/>
    <w:rsid w:val="003F4498"/>
    <w:rsid w:val="00401018"/>
    <w:rsid w:val="00406FDC"/>
    <w:rsid w:val="00417CC8"/>
    <w:rsid w:val="004275D1"/>
    <w:rsid w:val="0043122E"/>
    <w:rsid w:val="00434D8A"/>
    <w:rsid w:val="00440F73"/>
    <w:rsid w:val="00452033"/>
    <w:rsid w:val="00456D0A"/>
    <w:rsid w:val="00460843"/>
    <w:rsid w:val="00465629"/>
    <w:rsid w:val="00475077"/>
    <w:rsid w:val="00483061"/>
    <w:rsid w:val="004864A5"/>
    <w:rsid w:val="00491770"/>
    <w:rsid w:val="00497950"/>
    <w:rsid w:val="004A0062"/>
    <w:rsid w:val="004A5524"/>
    <w:rsid w:val="004A7F0C"/>
    <w:rsid w:val="004B27A4"/>
    <w:rsid w:val="004B3CD9"/>
    <w:rsid w:val="004C52A2"/>
    <w:rsid w:val="004C6618"/>
    <w:rsid w:val="004D1DF0"/>
    <w:rsid w:val="004D752B"/>
    <w:rsid w:val="004F0783"/>
    <w:rsid w:val="00512088"/>
    <w:rsid w:val="00520F95"/>
    <w:rsid w:val="00525259"/>
    <w:rsid w:val="00525AAB"/>
    <w:rsid w:val="00526FBF"/>
    <w:rsid w:val="0053461B"/>
    <w:rsid w:val="0054781D"/>
    <w:rsid w:val="00551AA2"/>
    <w:rsid w:val="00557000"/>
    <w:rsid w:val="00562FCF"/>
    <w:rsid w:val="00566B39"/>
    <w:rsid w:val="005670A6"/>
    <w:rsid w:val="00574951"/>
    <w:rsid w:val="00574A61"/>
    <w:rsid w:val="00582383"/>
    <w:rsid w:val="00587A4D"/>
    <w:rsid w:val="00590CC5"/>
    <w:rsid w:val="0059270E"/>
    <w:rsid w:val="00592AA8"/>
    <w:rsid w:val="005A1525"/>
    <w:rsid w:val="005A15A7"/>
    <w:rsid w:val="005A5587"/>
    <w:rsid w:val="005A59BB"/>
    <w:rsid w:val="005B423F"/>
    <w:rsid w:val="005C6E40"/>
    <w:rsid w:val="005D555C"/>
    <w:rsid w:val="005D693C"/>
    <w:rsid w:val="005D7B78"/>
    <w:rsid w:val="005E0472"/>
    <w:rsid w:val="005E5D23"/>
    <w:rsid w:val="005F1DCD"/>
    <w:rsid w:val="00603315"/>
    <w:rsid w:val="00612CA6"/>
    <w:rsid w:val="00612D37"/>
    <w:rsid w:val="0061487B"/>
    <w:rsid w:val="00616C30"/>
    <w:rsid w:val="006176CC"/>
    <w:rsid w:val="00621550"/>
    <w:rsid w:val="00624159"/>
    <w:rsid w:val="00632CF4"/>
    <w:rsid w:val="00633A79"/>
    <w:rsid w:val="006365EE"/>
    <w:rsid w:val="00640189"/>
    <w:rsid w:val="00647857"/>
    <w:rsid w:val="00651349"/>
    <w:rsid w:val="00660F89"/>
    <w:rsid w:val="00663DED"/>
    <w:rsid w:val="0066757C"/>
    <w:rsid w:val="00667B63"/>
    <w:rsid w:val="006729B9"/>
    <w:rsid w:val="00673BA5"/>
    <w:rsid w:val="00676AD1"/>
    <w:rsid w:val="00681ACD"/>
    <w:rsid w:val="006A25E9"/>
    <w:rsid w:val="006A2963"/>
    <w:rsid w:val="006B770B"/>
    <w:rsid w:val="006C2B0F"/>
    <w:rsid w:val="006C3019"/>
    <w:rsid w:val="006D0958"/>
    <w:rsid w:val="006D0E61"/>
    <w:rsid w:val="006E69EA"/>
    <w:rsid w:val="006F0BA4"/>
    <w:rsid w:val="006F785D"/>
    <w:rsid w:val="00700067"/>
    <w:rsid w:val="0070137C"/>
    <w:rsid w:val="00702D63"/>
    <w:rsid w:val="007043B3"/>
    <w:rsid w:val="00711171"/>
    <w:rsid w:val="00713C81"/>
    <w:rsid w:val="00720E35"/>
    <w:rsid w:val="00726AF2"/>
    <w:rsid w:val="0073130C"/>
    <w:rsid w:val="007353C2"/>
    <w:rsid w:val="0073604E"/>
    <w:rsid w:val="00750690"/>
    <w:rsid w:val="007521BA"/>
    <w:rsid w:val="00767BB9"/>
    <w:rsid w:val="007727CD"/>
    <w:rsid w:val="00775889"/>
    <w:rsid w:val="00776D59"/>
    <w:rsid w:val="007950C6"/>
    <w:rsid w:val="007A1587"/>
    <w:rsid w:val="007A15A6"/>
    <w:rsid w:val="007A618B"/>
    <w:rsid w:val="007B0BC6"/>
    <w:rsid w:val="007B4C13"/>
    <w:rsid w:val="007B568C"/>
    <w:rsid w:val="007B61B4"/>
    <w:rsid w:val="007C242A"/>
    <w:rsid w:val="007D5C9A"/>
    <w:rsid w:val="007D7157"/>
    <w:rsid w:val="007D786E"/>
    <w:rsid w:val="007E0B2A"/>
    <w:rsid w:val="007E3F61"/>
    <w:rsid w:val="007F6EA9"/>
    <w:rsid w:val="00817018"/>
    <w:rsid w:val="00827233"/>
    <w:rsid w:val="00832646"/>
    <w:rsid w:val="00846154"/>
    <w:rsid w:val="008466A7"/>
    <w:rsid w:val="00851A51"/>
    <w:rsid w:val="00852890"/>
    <w:rsid w:val="008600CF"/>
    <w:rsid w:val="00860DEA"/>
    <w:rsid w:val="008703BB"/>
    <w:rsid w:val="008763BA"/>
    <w:rsid w:val="00880592"/>
    <w:rsid w:val="00885943"/>
    <w:rsid w:val="00895D14"/>
    <w:rsid w:val="008A236F"/>
    <w:rsid w:val="008A2BA4"/>
    <w:rsid w:val="008A4345"/>
    <w:rsid w:val="008B09F3"/>
    <w:rsid w:val="008B5B35"/>
    <w:rsid w:val="008B7197"/>
    <w:rsid w:val="008C16C1"/>
    <w:rsid w:val="008C1815"/>
    <w:rsid w:val="008C239E"/>
    <w:rsid w:val="008C3861"/>
    <w:rsid w:val="008D2F4F"/>
    <w:rsid w:val="008E21B2"/>
    <w:rsid w:val="008E3769"/>
    <w:rsid w:val="008E5A35"/>
    <w:rsid w:val="008E5D56"/>
    <w:rsid w:val="008F394B"/>
    <w:rsid w:val="008F7104"/>
    <w:rsid w:val="00917D2D"/>
    <w:rsid w:val="00917FB0"/>
    <w:rsid w:val="00921A3A"/>
    <w:rsid w:val="00924A6C"/>
    <w:rsid w:val="00925860"/>
    <w:rsid w:val="00925F7B"/>
    <w:rsid w:val="009267ED"/>
    <w:rsid w:val="00926A8A"/>
    <w:rsid w:val="00940EB0"/>
    <w:rsid w:val="00947CA5"/>
    <w:rsid w:val="0095564C"/>
    <w:rsid w:val="00957A05"/>
    <w:rsid w:val="009647E2"/>
    <w:rsid w:val="0096551B"/>
    <w:rsid w:val="00971C99"/>
    <w:rsid w:val="00976DB0"/>
    <w:rsid w:val="00987C30"/>
    <w:rsid w:val="00995591"/>
    <w:rsid w:val="00996B62"/>
    <w:rsid w:val="00997004"/>
    <w:rsid w:val="009A06A6"/>
    <w:rsid w:val="009A133E"/>
    <w:rsid w:val="009B281B"/>
    <w:rsid w:val="009B389C"/>
    <w:rsid w:val="009C19BC"/>
    <w:rsid w:val="009C47FE"/>
    <w:rsid w:val="009C751A"/>
    <w:rsid w:val="009E2C78"/>
    <w:rsid w:val="009E657C"/>
    <w:rsid w:val="009E7DE4"/>
    <w:rsid w:val="00A00E75"/>
    <w:rsid w:val="00A04D7B"/>
    <w:rsid w:val="00A20B2F"/>
    <w:rsid w:val="00A22049"/>
    <w:rsid w:val="00A35A84"/>
    <w:rsid w:val="00A424B4"/>
    <w:rsid w:val="00A533D7"/>
    <w:rsid w:val="00A53E98"/>
    <w:rsid w:val="00A54433"/>
    <w:rsid w:val="00A61565"/>
    <w:rsid w:val="00A71AC0"/>
    <w:rsid w:val="00A77F7C"/>
    <w:rsid w:val="00A80A32"/>
    <w:rsid w:val="00A8203F"/>
    <w:rsid w:val="00A87103"/>
    <w:rsid w:val="00A96F32"/>
    <w:rsid w:val="00A971AA"/>
    <w:rsid w:val="00A97E51"/>
    <w:rsid w:val="00AA0C4E"/>
    <w:rsid w:val="00AB01CB"/>
    <w:rsid w:val="00AB2DD1"/>
    <w:rsid w:val="00AC1E70"/>
    <w:rsid w:val="00AC7B03"/>
    <w:rsid w:val="00AD40FA"/>
    <w:rsid w:val="00AE4104"/>
    <w:rsid w:val="00AF6D1A"/>
    <w:rsid w:val="00B03EBE"/>
    <w:rsid w:val="00B16A76"/>
    <w:rsid w:val="00B31A7F"/>
    <w:rsid w:val="00B32A71"/>
    <w:rsid w:val="00B51875"/>
    <w:rsid w:val="00B51E5B"/>
    <w:rsid w:val="00B54541"/>
    <w:rsid w:val="00B5772F"/>
    <w:rsid w:val="00B65330"/>
    <w:rsid w:val="00B80745"/>
    <w:rsid w:val="00B81916"/>
    <w:rsid w:val="00B81B84"/>
    <w:rsid w:val="00B86198"/>
    <w:rsid w:val="00B9317C"/>
    <w:rsid w:val="00B93EF7"/>
    <w:rsid w:val="00B94389"/>
    <w:rsid w:val="00BA0875"/>
    <w:rsid w:val="00BA2CFB"/>
    <w:rsid w:val="00BA368C"/>
    <w:rsid w:val="00BB0A1E"/>
    <w:rsid w:val="00BB133E"/>
    <w:rsid w:val="00BB7F8F"/>
    <w:rsid w:val="00BC097D"/>
    <w:rsid w:val="00BC5AAD"/>
    <w:rsid w:val="00BC6C12"/>
    <w:rsid w:val="00BF06F2"/>
    <w:rsid w:val="00BF1383"/>
    <w:rsid w:val="00BF1BA3"/>
    <w:rsid w:val="00C0024F"/>
    <w:rsid w:val="00C01F03"/>
    <w:rsid w:val="00C0252C"/>
    <w:rsid w:val="00C20E63"/>
    <w:rsid w:val="00C2348F"/>
    <w:rsid w:val="00C27991"/>
    <w:rsid w:val="00C30D2A"/>
    <w:rsid w:val="00C33FC7"/>
    <w:rsid w:val="00C3573C"/>
    <w:rsid w:val="00C57AF7"/>
    <w:rsid w:val="00C639AD"/>
    <w:rsid w:val="00C6698B"/>
    <w:rsid w:val="00C71420"/>
    <w:rsid w:val="00C85E73"/>
    <w:rsid w:val="00C92518"/>
    <w:rsid w:val="00CA6304"/>
    <w:rsid w:val="00CB5A91"/>
    <w:rsid w:val="00CB63FE"/>
    <w:rsid w:val="00CB65F7"/>
    <w:rsid w:val="00CC7783"/>
    <w:rsid w:val="00CD555D"/>
    <w:rsid w:val="00CD6F69"/>
    <w:rsid w:val="00CE033D"/>
    <w:rsid w:val="00CE3CC7"/>
    <w:rsid w:val="00D172C2"/>
    <w:rsid w:val="00D20B91"/>
    <w:rsid w:val="00D26C9A"/>
    <w:rsid w:val="00D27021"/>
    <w:rsid w:val="00D31BB3"/>
    <w:rsid w:val="00D41D76"/>
    <w:rsid w:val="00D51C75"/>
    <w:rsid w:val="00D52F0E"/>
    <w:rsid w:val="00D537A7"/>
    <w:rsid w:val="00D6178D"/>
    <w:rsid w:val="00D61A80"/>
    <w:rsid w:val="00D620C7"/>
    <w:rsid w:val="00D6680A"/>
    <w:rsid w:val="00D74C98"/>
    <w:rsid w:val="00D7772A"/>
    <w:rsid w:val="00D816C2"/>
    <w:rsid w:val="00D85E4C"/>
    <w:rsid w:val="00D87B52"/>
    <w:rsid w:val="00D909BB"/>
    <w:rsid w:val="00DA2888"/>
    <w:rsid w:val="00DC08A2"/>
    <w:rsid w:val="00DC0A24"/>
    <w:rsid w:val="00DC0CBD"/>
    <w:rsid w:val="00DC284A"/>
    <w:rsid w:val="00DC3E1F"/>
    <w:rsid w:val="00DC79E7"/>
    <w:rsid w:val="00DD3525"/>
    <w:rsid w:val="00DD3783"/>
    <w:rsid w:val="00DD4F22"/>
    <w:rsid w:val="00DD692A"/>
    <w:rsid w:val="00DD78C0"/>
    <w:rsid w:val="00DE0D7E"/>
    <w:rsid w:val="00DE16B9"/>
    <w:rsid w:val="00DE430B"/>
    <w:rsid w:val="00DE73D5"/>
    <w:rsid w:val="00E06CFE"/>
    <w:rsid w:val="00E21B80"/>
    <w:rsid w:val="00E27ED3"/>
    <w:rsid w:val="00E31984"/>
    <w:rsid w:val="00E4696F"/>
    <w:rsid w:val="00E60355"/>
    <w:rsid w:val="00E62F56"/>
    <w:rsid w:val="00E65F8F"/>
    <w:rsid w:val="00E73A90"/>
    <w:rsid w:val="00E84A2B"/>
    <w:rsid w:val="00EA3B91"/>
    <w:rsid w:val="00EB1788"/>
    <w:rsid w:val="00EB2CF8"/>
    <w:rsid w:val="00EB7395"/>
    <w:rsid w:val="00ED2076"/>
    <w:rsid w:val="00ED2446"/>
    <w:rsid w:val="00ED3EF1"/>
    <w:rsid w:val="00ED6B14"/>
    <w:rsid w:val="00EE0C83"/>
    <w:rsid w:val="00EE2679"/>
    <w:rsid w:val="00EE615A"/>
    <w:rsid w:val="00EF3F64"/>
    <w:rsid w:val="00EF567C"/>
    <w:rsid w:val="00EF596A"/>
    <w:rsid w:val="00EF5A08"/>
    <w:rsid w:val="00F1200E"/>
    <w:rsid w:val="00F227D8"/>
    <w:rsid w:val="00F22E83"/>
    <w:rsid w:val="00F24137"/>
    <w:rsid w:val="00F24D49"/>
    <w:rsid w:val="00F37EE5"/>
    <w:rsid w:val="00F41CD2"/>
    <w:rsid w:val="00F54A82"/>
    <w:rsid w:val="00F56528"/>
    <w:rsid w:val="00F56CA3"/>
    <w:rsid w:val="00F7687E"/>
    <w:rsid w:val="00F80D3F"/>
    <w:rsid w:val="00F8694B"/>
    <w:rsid w:val="00F90147"/>
    <w:rsid w:val="00F9352E"/>
    <w:rsid w:val="00FA4596"/>
    <w:rsid w:val="00FB06C6"/>
    <w:rsid w:val="00FB4427"/>
    <w:rsid w:val="00FB7442"/>
    <w:rsid w:val="00FC25C6"/>
    <w:rsid w:val="00FC4C89"/>
    <w:rsid w:val="00FC6F65"/>
    <w:rsid w:val="00FC78AE"/>
    <w:rsid w:val="00FD3A97"/>
    <w:rsid w:val="00FE2268"/>
    <w:rsid w:val="00FF4884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215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21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Logotipo3.dot</Template>
  <TotalTime>1</TotalTime>
  <Pages>1</Pages>
  <Words>441</Words>
  <Characters>2208</Characters>
  <Application>Microsoft Office Word</Application>
  <DocSecurity>0</DocSecurity>
  <Lines>122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Sevilla, 02 de noviembre de 2001</vt:lpstr>
    </vt:vector>
  </TitlesOfParts>
  <Company>Federación Andaluza de Judo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Sevilla, 02 de noviembre de 2001</dc:title>
  <dc:creator>xx</dc:creator>
  <cp:lastModifiedBy>Antonio Morales</cp:lastModifiedBy>
  <cp:revision>2</cp:revision>
  <cp:lastPrinted>2016-08-29T11:14:00Z</cp:lastPrinted>
  <dcterms:created xsi:type="dcterms:W3CDTF">2021-08-19T10:57:00Z</dcterms:created>
  <dcterms:modified xsi:type="dcterms:W3CDTF">2021-08-19T10:57:00Z</dcterms:modified>
</cp:coreProperties>
</file>